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376F13E-1336-4047-B693-A5C99F66D2EB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